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5FB" w:rsidRDefault="00B325FB" w:rsidP="002A3386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B325FB" w:rsidRPr="003C0277" w:rsidRDefault="00B325FB" w:rsidP="005E6BB7">
      <w:pPr>
        <w:ind w:left="-540"/>
        <w:rPr>
          <w:sz w:val="22"/>
          <w:szCs w:val="22"/>
        </w:rPr>
      </w:pPr>
      <w:r w:rsidRPr="003C0277">
        <w:rPr>
          <w:sz w:val="22"/>
          <w:szCs w:val="22"/>
        </w:rPr>
        <w:t>ФИО аттестующегося</w:t>
      </w:r>
      <w:r w:rsidRPr="003C0277">
        <w:rPr>
          <w:b/>
          <w:sz w:val="22"/>
          <w:szCs w:val="22"/>
        </w:rPr>
        <w:t xml:space="preserve"> тренера-преподавателя </w:t>
      </w:r>
      <w:r w:rsidRPr="003C0277">
        <w:rPr>
          <w:sz w:val="22"/>
          <w:szCs w:val="22"/>
        </w:rPr>
        <w:t>(включая старшего): __________________</w:t>
      </w:r>
      <w:r>
        <w:rPr>
          <w:sz w:val="22"/>
          <w:szCs w:val="22"/>
        </w:rPr>
        <w:t>___________</w:t>
      </w:r>
    </w:p>
    <w:p w:rsidR="00B325FB" w:rsidRPr="000A5485" w:rsidRDefault="00B325FB" w:rsidP="005E6BB7">
      <w:pPr>
        <w:ind w:left="-540"/>
        <w:jc w:val="both"/>
        <w:rPr>
          <w:sz w:val="20"/>
          <w:szCs w:val="20"/>
        </w:rPr>
      </w:pPr>
      <w:r w:rsidRPr="003C0277">
        <w:rPr>
          <w:sz w:val="22"/>
          <w:szCs w:val="22"/>
        </w:rPr>
        <w:t>ОУ, территория: _________________________________________________________________</w:t>
      </w:r>
      <w:r>
        <w:rPr>
          <w:sz w:val="22"/>
          <w:szCs w:val="22"/>
        </w:rPr>
        <w:t>_____</w:t>
      </w:r>
      <w:r w:rsidRPr="003C0277">
        <w:rPr>
          <w:sz w:val="22"/>
          <w:szCs w:val="22"/>
        </w:rPr>
        <w:t>___</w:t>
      </w:r>
    </w:p>
    <w:tbl>
      <w:tblPr>
        <w:tblW w:w="1074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9128"/>
        <w:gridCol w:w="879"/>
      </w:tblGrid>
      <w:tr w:rsidR="00B325FB" w:rsidRPr="00047EF8" w:rsidTr="002A3386">
        <w:trPr>
          <w:trHeight w:val="161"/>
        </w:trPr>
        <w:tc>
          <w:tcPr>
            <w:tcW w:w="738" w:type="dxa"/>
          </w:tcPr>
          <w:p w:rsidR="00B325FB" w:rsidRPr="00C4050E" w:rsidRDefault="00B325FB" w:rsidP="003C0277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B325FB" w:rsidRPr="00AC455E" w:rsidRDefault="00B325FB" w:rsidP="003C027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</w:t>
            </w:r>
            <w:bookmarkStart w:id="0" w:name="_GoBack"/>
            <w:bookmarkEnd w:id="0"/>
            <w:r w:rsidRPr="00C4050E">
              <w:rPr>
                <w:sz w:val="16"/>
                <w:szCs w:val="16"/>
              </w:rPr>
              <w:t>ьности</w:t>
            </w:r>
          </w:p>
        </w:tc>
        <w:tc>
          <w:tcPr>
            <w:tcW w:w="9128" w:type="dxa"/>
          </w:tcPr>
          <w:p w:rsidR="00B325FB" w:rsidRDefault="00B325FB" w:rsidP="003C0277">
            <w:pPr>
              <w:jc w:val="center"/>
              <w:rPr>
                <w:sz w:val="20"/>
                <w:szCs w:val="20"/>
              </w:rPr>
            </w:pPr>
          </w:p>
          <w:p w:rsidR="00B325FB" w:rsidRPr="00AC455E" w:rsidRDefault="00B325FB" w:rsidP="003C0277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B325FB" w:rsidRPr="00AC455E" w:rsidRDefault="00B325FB" w:rsidP="003C0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B325FB" w:rsidRPr="00AC455E" w:rsidRDefault="00B325FB" w:rsidP="003C0277">
            <w:pPr>
              <w:jc w:val="center"/>
              <w:rPr>
                <w:sz w:val="20"/>
                <w:szCs w:val="20"/>
              </w:rPr>
            </w:pPr>
          </w:p>
          <w:p w:rsidR="00B325FB" w:rsidRPr="00AC455E" w:rsidRDefault="00B325FB" w:rsidP="0053668D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 w:val="restart"/>
            <w:textDirection w:val="btLr"/>
          </w:tcPr>
          <w:p w:rsidR="00B325FB" w:rsidRPr="00AE0147" w:rsidRDefault="00B325FB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FE69AB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128" w:type="dxa"/>
          </w:tcPr>
          <w:p w:rsidR="00B325FB" w:rsidRPr="00047EF8" w:rsidRDefault="00B325FB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 Создает</w:t>
            </w:r>
            <w:r w:rsidRPr="00047EF8">
              <w:rPr>
                <w:sz w:val="20"/>
                <w:szCs w:val="20"/>
              </w:rPr>
              <w:t xml:space="preserve"> благоприятный психологический климат в коллективе обучающихся, атмосферу взаимопонимания, толерантности, взаимопомощи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2</w:t>
            </w:r>
            <w:r w:rsidRPr="00BD3256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 xml:space="preserve">азвивает способность к обучению в </w:t>
            </w:r>
            <w:r w:rsidRPr="00BD3256">
              <w:rPr>
                <w:sz w:val="20"/>
                <w:szCs w:val="20"/>
              </w:rPr>
              <w:t>творческой, физкультурно-спортивной деятельности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3. Формирует здоровьесберегающую мотивацию у обучающихся 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 w:val="restart"/>
            <w:textDirection w:val="btLr"/>
          </w:tcPr>
          <w:p w:rsidR="00B325FB" w:rsidRPr="00AE0147" w:rsidRDefault="00B325FB" w:rsidP="00EA4CF8">
            <w:pPr>
              <w:ind w:right="113"/>
              <w:jc w:val="center"/>
              <w:rPr>
                <w:sz w:val="18"/>
                <w:szCs w:val="18"/>
              </w:rPr>
            </w:pPr>
            <w:r w:rsidRPr="00AE0147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5. Обосновывает педагогическую деятельность с позиции нормативно-правовых документов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6. </w:t>
            </w:r>
            <w:r w:rsidRPr="00D87D10">
              <w:rPr>
                <w:sz w:val="20"/>
                <w:szCs w:val="20"/>
              </w:rPr>
              <w:t xml:space="preserve">Организует, координирует, контролирует учебно-тренировочный и воспитательный процесс, определяет его содержание, </w:t>
            </w:r>
            <w:r>
              <w:rPr>
                <w:sz w:val="20"/>
                <w:szCs w:val="20"/>
              </w:rPr>
              <w:t>обеспечивает</w:t>
            </w:r>
            <w:r w:rsidRPr="00D87D10">
              <w:rPr>
                <w:sz w:val="20"/>
                <w:szCs w:val="20"/>
              </w:rPr>
              <w:t xml:space="preserve"> работу по проведению учебно-тренировочных занятий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7. Рабочая программа (программы) по предмету деятельности </w:t>
            </w:r>
            <w:r w:rsidRPr="002358CE">
              <w:rPr>
                <w:sz w:val="20"/>
                <w:szCs w:val="20"/>
              </w:rPr>
              <w:t>соответствует нормативным требованиям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521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D87D10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Применя</w:t>
            </w:r>
            <w:r w:rsidRPr="00047EF8">
              <w:rPr>
                <w:sz w:val="20"/>
                <w:szCs w:val="20"/>
              </w:rPr>
              <w:t>ет в образовательн</w:t>
            </w:r>
            <w:r>
              <w:rPr>
                <w:sz w:val="20"/>
                <w:szCs w:val="20"/>
              </w:rPr>
              <w:t>о</w:t>
            </w:r>
            <w:r w:rsidRPr="00047EF8">
              <w:rPr>
                <w:sz w:val="20"/>
                <w:szCs w:val="20"/>
              </w:rPr>
              <w:t xml:space="preserve">й </w:t>
            </w:r>
            <w:r>
              <w:rPr>
                <w:sz w:val="20"/>
                <w:szCs w:val="20"/>
              </w:rPr>
              <w:t>деятельности</w:t>
            </w:r>
            <w:r w:rsidRPr="00047EF8">
              <w:rPr>
                <w:sz w:val="20"/>
                <w:szCs w:val="20"/>
              </w:rPr>
              <w:t xml:space="preserve"> современные образовательные технологии (здоровьесберегающие, проектные, развивающие и др.)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255"/>
        </w:trPr>
        <w:tc>
          <w:tcPr>
            <w:tcW w:w="738" w:type="dxa"/>
            <w:vMerge w:val="restart"/>
            <w:textDirection w:val="btLr"/>
          </w:tcPr>
          <w:p w:rsidR="00B325FB" w:rsidRPr="00AE0147" w:rsidRDefault="00B325FB" w:rsidP="00FE69AB">
            <w:pPr>
              <w:ind w:left="113" w:right="113"/>
              <w:jc w:val="center"/>
              <w:rPr>
                <w:sz w:val="18"/>
                <w:szCs w:val="18"/>
              </w:rPr>
            </w:pPr>
            <w:r w:rsidRPr="00AE0147">
              <w:rPr>
                <w:sz w:val="18"/>
                <w:szCs w:val="18"/>
              </w:rPr>
              <w:t>Социальный</w:t>
            </w:r>
          </w:p>
        </w:tc>
        <w:tc>
          <w:tcPr>
            <w:tcW w:w="9128" w:type="dxa"/>
          </w:tcPr>
          <w:p w:rsidR="00B325FB" w:rsidRPr="00047EF8" w:rsidRDefault="00B325FB" w:rsidP="00CD45EB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9. Развивает коммуникативные способности у обучающихся, формирует коллектив</w:t>
            </w:r>
          </w:p>
        </w:tc>
        <w:tc>
          <w:tcPr>
            <w:tcW w:w="879" w:type="dxa"/>
            <w:vMerge w:val="restart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205"/>
        </w:trPr>
        <w:tc>
          <w:tcPr>
            <w:tcW w:w="738" w:type="dxa"/>
            <w:vMerge/>
          </w:tcPr>
          <w:p w:rsidR="00B325FB" w:rsidRPr="00AE0147" w:rsidRDefault="00B325FB" w:rsidP="00EA4CF8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D255DB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</w:t>
            </w:r>
            <w:r>
              <w:rPr>
                <w:sz w:val="20"/>
                <w:szCs w:val="20"/>
              </w:rPr>
              <w:t>анию, сопровождение обучающихся</w:t>
            </w:r>
            <w:r w:rsidRPr="00047EF8">
              <w:rPr>
                <w:sz w:val="20"/>
                <w:szCs w:val="20"/>
              </w:rPr>
              <w:t xml:space="preserve"> с особыми образовательными потребностями</w:t>
            </w:r>
            <w:r>
              <w:rPr>
                <w:sz w:val="20"/>
                <w:szCs w:val="20"/>
              </w:rPr>
              <w:t>, в т.ч. желающими</w:t>
            </w:r>
            <w:r w:rsidRPr="00047EF8">
              <w:rPr>
                <w:sz w:val="20"/>
                <w:szCs w:val="20"/>
              </w:rPr>
              <w:t xml:space="preserve"> заниматься физической культурой и спортом и не имеющи</w:t>
            </w:r>
            <w:r>
              <w:rPr>
                <w:sz w:val="20"/>
                <w:szCs w:val="20"/>
              </w:rPr>
              <w:t xml:space="preserve">х медицинских противопоказаний(1б.) </w:t>
            </w:r>
            <w:r w:rsidRPr="00047EF8">
              <w:rPr>
                <w:sz w:val="20"/>
                <w:szCs w:val="20"/>
              </w:rPr>
              <w:t>отбирает наиболее перспективных обучающихся (воспитанников) (2 б.)</w:t>
            </w:r>
          </w:p>
        </w:tc>
        <w:tc>
          <w:tcPr>
            <w:tcW w:w="879" w:type="dxa"/>
            <w:vMerge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240"/>
        </w:trPr>
        <w:tc>
          <w:tcPr>
            <w:tcW w:w="738" w:type="dxa"/>
            <w:vMerge/>
          </w:tcPr>
          <w:p w:rsidR="00B325FB" w:rsidRPr="00AE0147" w:rsidRDefault="00B325FB" w:rsidP="00EA4CF8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854C8D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879" w:type="dxa"/>
            <w:vMerge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413"/>
        </w:trPr>
        <w:tc>
          <w:tcPr>
            <w:tcW w:w="738" w:type="dxa"/>
            <w:vMerge/>
          </w:tcPr>
          <w:p w:rsidR="00B325FB" w:rsidRPr="00AE0147" w:rsidRDefault="00B325FB" w:rsidP="00EA4CF8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879" w:type="dxa"/>
            <w:vMerge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 w:val="restart"/>
            <w:textDirection w:val="btLr"/>
          </w:tcPr>
          <w:p w:rsidR="00B325FB" w:rsidRPr="00AE0147" w:rsidRDefault="00B325FB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AE0147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128" w:type="dxa"/>
          </w:tcPr>
          <w:p w:rsidR="00B325FB" w:rsidRPr="00047EF8" w:rsidRDefault="00B325FB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047EF8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047EF8">
              <w:rPr>
                <w:sz w:val="20"/>
                <w:szCs w:val="20"/>
              </w:rPr>
              <w:t xml:space="preserve"> имеет стабильные</w:t>
            </w:r>
            <w:r w:rsidRPr="00047EF8">
              <w:rPr>
                <w:color w:val="000000"/>
                <w:sz w:val="20"/>
                <w:szCs w:val="20"/>
              </w:rPr>
              <w:t xml:space="preserve"> результаты освоения всеми обучающимися (воспитанниками) образовательных программ </w:t>
            </w:r>
            <w:r w:rsidRPr="00047EF8">
              <w:rPr>
                <w:sz w:val="20"/>
                <w:szCs w:val="20"/>
              </w:rPr>
              <w:t xml:space="preserve">(1 б.), </w:t>
            </w:r>
            <w:r w:rsidRPr="00047EF8">
              <w:rPr>
                <w:color w:val="000000"/>
                <w:sz w:val="20"/>
                <w:szCs w:val="20"/>
              </w:rPr>
              <w:t xml:space="preserve">стабильные результаты положительной динамики достижений </w:t>
            </w:r>
            <w:r w:rsidRPr="00047EF8">
              <w:rPr>
                <w:sz w:val="20"/>
                <w:szCs w:val="20"/>
              </w:rPr>
              <w:t>обучающихся (2 б.)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330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7B12E9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</w:t>
            </w:r>
            <w:r>
              <w:rPr>
                <w:sz w:val="20"/>
                <w:szCs w:val="20"/>
              </w:rPr>
              <w:t>ительства РФ (от 05.08.2013г., № 662)</w:t>
            </w:r>
            <w:r w:rsidRPr="00047EF8">
              <w:rPr>
                <w:sz w:val="20"/>
                <w:szCs w:val="20"/>
              </w:rPr>
              <w:t xml:space="preserve"> имеет стабильные</w:t>
            </w:r>
            <w:r w:rsidRPr="00047EF8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047EF8">
              <w:rPr>
                <w:sz w:val="20"/>
                <w:szCs w:val="20"/>
              </w:rPr>
              <w:t xml:space="preserve">(1 б.), </w:t>
            </w:r>
            <w:r w:rsidRPr="00047EF8">
              <w:rPr>
                <w:color w:val="000000"/>
                <w:sz w:val="20"/>
                <w:szCs w:val="20"/>
              </w:rPr>
              <w:t xml:space="preserve">стабильные результаты положительной динамики достижений </w:t>
            </w:r>
            <w:r w:rsidRPr="00047EF8">
              <w:rPr>
                <w:sz w:val="20"/>
                <w:szCs w:val="20"/>
              </w:rPr>
              <w:t>обучающихся</w:t>
            </w:r>
            <w:r w:rsidRPr="00047EF8">
              <w:rPr>
                <w:color w:val="000000"/>
                <w:sz w:val="20"/>
                <w:szCs w:val="20"/>
              </w:rPr>
              <w:t xml:space="preserve"> </w:t>
            </w:r>
            <w:r w:rsidRPr="00047EF8">
              <w:rPr>
                <w:sz w:val="20"/>
                <w:szCs w:val="20"/>
              </w:rPr>
              <w:t>(2 б.)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330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7B12E9">
            <w:pPr>
              <w:jc w:val="both"/>
              <w:rPr>
                <w:sz w:val="20"/>
                <w:szCs w:val="20"/>
              </w:rPr>
            </w:pPr>
            <w:r w:rsidRPr="00047EF8">
              <w:rPr>
                <w:color w:val="000000"/>
                <w:sz w:val="20"/>
                <w:szCs w:val="20"/>
              </w:rPr>
              <w:t>15.</w:t>
            </w:r>
            <w:r w:rsidRPr="00047EF8">
              <w:rPr>
                <w:sz w:val="20"/>
                <w:szCs w:val="20"/>
              </w:rPr>
              <w:t xml:space="preserve"> Обеспечивает контроль за состоянием здоровья и физическим развитием обучающихся, осуществляет мониторинг достижений и подтверждение обучающимися уровней спортивной (физической) подготовки (1 б.), оценивает эффективность их обучения с использованием электронных форм учета показателей здоровья и физических нагрузок, современных информационных и компьютерных технологий (2 б.) 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330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7F18DD">
            <w:pPr>
              <w:jc w:val="both"/>
              <w:rPr>
                <w:color w:val="000000"/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16. Разрабатывает программно-методические и контрольно-измерительные материалы в соответствии с требованиями Основной образовательной программы образовательно</w:t>
            </w:r>
            <w:r>
              <w:rPr>
                <w:sz w:val="20"/>
                <w:szCs w:val="20"/>
              </w:rPr>
              <w:t>й организации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332"/>
        </w:trPr>
        <w:tc>
          <w:tcPr>
            <w:tcW w:w="738" w:type="dxa"/>
            <w:vMerge w:val="restart"/>
            <w:textDirection w:val="btLr"/>
          </w:tcPr>
          <w:p w:rsidR="00B325FB" w:rsidRPr="00AE0147" w:rsidRDefault="00B325FB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AE0147">
              <w:rPr>
                <w:sz w:val="18"/>
                <w:szCs w:val="18"/>
              </w:rPr>
              <w:t>Творческий</w:t>
            </w: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18. Вовлекает обучающихся во внеурочную проектную деятельность, ориентируясь на их личность, развитие мотивации их познава</w:t>
            </w:r>
            <w:r>
              <w:rPr>
                <w:sz w:val="20"/>
                <w:szCs w:val="20"/>
              </w:rPr>
              <w:t>тельных интересов, способностей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319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CD45EB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19. Привлекает обучающихся </w:t>
            </w:r>
            <w:r w:rsidRPr="00047EF8">
              <w:rPr>
                <w:color w:val="000000"/>
                <w:sz w:val="20"/>
                <w:szCs w:val="20"/>
              </w:rPr>
              <w:t xml:space="preserve">к участию </w:t>
            </w:r>
            <w:r w:rsidRPr="00047EF8">
              <w:rPr>
                <w:sz w:val="20"/>
                <w:szCs w:val="20"/>
              </w:rPr>
              <w:t xml:space="preserve">в спортивных конкурсах, фестивалях, соревнованиях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/>
          </w:tcPr>
          <w:p w:rsidR="00B325FB" w:rsidRPr="00AE0147" w:rsidRDefault="00B325FB" w:rsidP="00B73B3F">
            <w:pPr>
              <w:rPr>
                <w:sz w:val="18"/>
                <w:szCs w:val="18"/>
              </w:rPr>
            </w:pPr>
          </w:p>
        </w:tc>
        <w:tc>
          <w:tcPr>
            <w:tcW w:w="9128" w:type="dxa"/>
          </w:tcPr>
          <w:p w:rsidR="00B325FB" w:rsidRPr="00047EF8" w:rsidRDefault="00B325FB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265"/>
        </w:trPr>
        <w:tc>
          <w:tcPr>
            <w:tcW w:w="738" w:type="dxa"/>
            <w:vMerge w:val="restart"/>
            <w:textDirection w:val="btLr"/>
          </w:tcPr>
          <w:p w:rsidR="00B325FB" w:rsidRPr="00AE0147" w:rsidRDefault="00B325FB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AE0147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128" w:type="dxa"/>
          </w:tcPr>
          <w:p w:rsidR="00B325FB" w:rsidRPr="00047EF8" w:rsidRDefault="00B325FB" w:rsidP="00D87D10">
            <w:pPr>
              <w:jc w:val="both"/>
              <w:rPr>
                <w:sz w:val="20"/>
                <w:szCs w:val="20"/>
              </w:rPr>
            </w:pPr>
            <w:r w:rsidRPr="00047EF8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047EF8">
              <w:rPr>
                <w:sz w:val="20"/>
                <w:szCs w:val="20"/>
              </w:rPr>
              <w:t>(1 б.), в разработке программно-методического сопровождения 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047EF8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265"/>
        </w:trPr>
        <w:tc>
          <w:tcPr>
            <w:tcW w:w="738" w:type="dxa"/>
            <w:vMerge/>
            <w:textDirection w:val="btLr"/>
          </w:tcPr>
          <w:p w:rsidR="00B325FB" w:rsidRPr="00047EF8" w:rsidRDefault="00B325FB" w:rsidP="00B73B3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color w:val="000000"/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 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/>
            <w:vAlign w:val="center"/>
          </w:tcPr>
          <w:p w:rsidR="00B325FB" w:rsidRPr="00047EF8" w:rsidRDefault="00B325FB" w:rsidP="00B73B3F">
            <w:pPr>
              <w:rPr>
                <w:sz w:val="20"/>
                <w:szCs w:val="20"/>
              </w:rPr>
            </w:pPr>
          </w:p>
        </w:tc>
        <w:tc>
          <w:tcPr>
            <w:tcW w:w="9128" w:type="dxa"/>
          </w:tcPr>
          <w:p w:rsidR="00B325FB" w:rsidRPr="00047EF8" w:rsidRDefault="00B325FB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047E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9" w:type="dxa"/>
          </w:tcPr>
          <w:p w:rsidR="00B325FB" w:rsidRPr="00047EF8" w:rsidRDefault="00B325FB" w:rsidP="00B73B3F">
            <w:pPr>
              <w:jc w:val="center"/>
            </w:pPr>
          </w:p>
        </w:tc>
      </w:tr>
      <w:tr w:rsidR="00B325FB" w:rsidRPr="00047EF8" w:rsidTr="002A3386">
        <w:trPr>
          <w:trHeight w:val="161"/>
        </w:trPr>
        <w:tc>
          <w:tcPr>
            <w:tcW w:w="738" w:type="dxa"/>
            <w:vMerge/>
            <w:vAlign w:val="center"/>
          </w:tcPr>
          <w:p w:rsidR="00B325FB" w:rsidRPr="00047EF8" w:rsidRDefault="00B325FB" w:rsidP="00955781"/>
        </w:tc>
        <w:tc>
          <w:tcPr>
            <w:tcW w:w="9128" w:type="dxa"/>
          </w:tcPr>
          <w:p w:rsidR="00B325FB" w:rsidRPr="00047EF8" w:rsidRDefault="00B325FB" w:rsidP="00955781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879" w:type="dxa"/>
          </w:tcPr>
          <w:p w:rsidR="00B325FB" w:rsidRPr="00047EF8" w:rsidRDefault="00B325FB" w:rsidP="00955781">
            <w:pPr>
              <w:jc w:val="center"/>
            </w:pPr>
          </w:p>
        </w:tc>
      </w:tr>
      <w:tr w:rsidR="00B325FB" w:rsidRPr="00326854" w:rsidTr="002A3386">
        <w:trPr>
          <w:trHeight w:val="161"/>
        </w:trPr>
        <w:tc>
          <w:tcPr>
            <w:tcW w:w="9866" w:type="dxa"/>
            <w:gridSpan w:val="2"/>
          </w:tcPr>
          <w:p w:rsidR="00B325FB" w:rsidRDefault="00B325FB" w:rsidP="0095578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B325FB" w:rsidRPr="004B060C" w:rsidRDefault="00B325FB" w:rsidP="00955781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B325FB" w:rsidRDefault="00B325FB" w:rsidP="009557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B325FB" w:rsidRDefault="00B325FB" w:rsidP="009557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B325FB" w:rsidRPr="00AC455E" w:rsidRDefault="00B325FB" w:rsidP="00E817B7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879" w:type="dxa"/>
          </w:tcPr>
          <w:p w:rsidR="00B325FB" w:rsidRDefault="00B325FB" w:rsidP="00955781">
            <w:pPr>
              <w:jc w:val="center"/>
            </w:pPr>
          </w:p>
        </w:tc>
      </w:tr>
    </w:tbl>
    <w:p w:rsidR="00B325FB" w:rsidRDefault="00B325FB" w:rsidP="002A3386">
      <w:pPr>
        <w:ind w:left="57" w:hanging="597"/>
      </w:pPr>
      <w:r>
        <w:t>С нормативно-правовыми документами по аттестации педагогических работников ознакомлен (а)</w:t>
      </w:r>
    </w:p>
    <w:p w:rsidR="00B325FB" w:rsidRDefault="00B325FB" w:rsidP="005E6BB7">
      <w:pPr>
        <w:ind w:left="-540"/>
        <w:jc w:val="both"/>
      </w:pPr>
      <w:r>
        <w:t>«_____» __________________ 20____г.</w:t>
      </w:r>
    </w:p>
    <w:p w:rsidR="00B325FB" w:rsidRDefault="00B325FB" w:rsidP="002A3386">
      <w:pPr>
        <w:ind w:left="57"/>
        <w:jc w:val="both"/>
      </w:pPr>
    </w:p>
    <w:p w:rsidR="00B325FB" w:rsidRPr="00CE71B7" w:rsidRDefault="00B325FB" w:rsidP="002A3386">
      <w:pPr>
        <w:ind w:left="57" w:hanging="597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B325FB" w:rsidRDefault="00B325FB" w:rsidP="002A3386">
      <w:pPr>
        <w:ind w:left="5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B325FB" w:rsidRDefault="00B325FB" w:rsidP="002A3386">
      <w:pPr>
        <w:jc w:val="center"/>
        <w:rPr>
          <w:b/>
          <w:sz w:val="28"/>
          <w:szCs w:val="28"/>
        </w:rPr>
      </w:pPr>
      <w:r>
        <w:rPr>
          <w:sz w:val="20"/>
          <w:szCs w:val="20"/>
        </w:rPr>
        <w:tab/>
      </w: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B325FB" w:rsidRDefault="00B325FB" w:rsidP="002A3386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1134" w:firstLine="1134"/>
        <w:rPr>
          <w:b/>
          <w:sz w:val="28"/>
          <w:szCs w:val="28"/>
        </w:rPr>
      </w:pPr>
    </w:p>
    <w:p w:rsidR="00B325FB" w:rsidRDefault="00B325FB" w:rsidP="002A3386">
      <w:pPr>
        <w:ind w:left="-1134" w:firstLine="1134"/>
        <w:rPr>
          <w:b/>
          <w:sz w:val="28"/>
          <w:szCs w:val="28"/>
        </w:rPr>
      </w:pPr>
    </w:p>
    <w:p w:rsidR="00B325FB" w:rsidRDefault="00B325FB" w:rsidP="002A3386">
      <w:pPr>
        <w:ind w:left="-1134" w:firstLine="1134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ind w:left="-993"/>
        <w:jc w:val="center"/>
        <w:rPr>
          <w:b/>
          <w:sz w:val="28"/>
          <w:szCs w:val="28"/>
        </w:rPr>
      </w:pPr>
    </w:p>
    <w:p w:rsidR="00B325FB" w:rsidRDefault="00B325FB" w:rsidP="002A3386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B325FB" w:rsidRPr="009A0D2E" w:rsidRDefault="00B325FB" w:rsidP="002A3386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B325FB" w:rsidRDefault="00B325FB" w:rsidP="002A3386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25FB" w:rsidRPr="006E5B9F" w:rsidRDefault="00B325FB" w:rsidP="002A3386">
      <w:pPr>
        <w:jc w:val="both"/>
      </w:pPr>
      <w:r w:rsidRPr="006E5B9F">
        <w:t xml:space="preserve"> </w:t>
      </w:r>
    </w:p>
    <w:p w:rsidR="00B325FB" w:rsidRPr="006E5B9F" w:rsidRDefault="00B325FB" w:rsidP="002A3386">
      <w:pPr>
        <w:jc w:val="both"/>
      </w:pPr>
      <w:r w:rsidRPr="006E5B9F">
        <w:t>Подпись аттестующегося___________________________</w:t>
      </w:r>
    </w:p>
    <w:p w:rsidR="00B325FB" w:rsidRDefault="00B325FB" w:rsidP="002A3386">
      <w:pPr>
        <w:jc w:val="both"/>
      </w:pPr>
    </w:p>
    <w:p w:rsidR="00B325FB" w:rsidRPr="006E5B9F" w:rsidRDefault="00B325FB" w:rsidP="002A3386">
      <w:pPr>
        <w:jc w:val="both"/>
      </w:pPr>
      <w:r w:rsidRPr="006E5B9F">
        <w:t>Дата «_____» ____________________20 ___г.</w:t>
      </w:r>
    </w:p>
    <w:p w:rsidR="00B325FB" w:rsidRPr="006E5B9F" w:rsidRDefault="00B325FB" w:rsidP="002A3386">
      <w:pPr>
        <w:jc w:val="both"/>
      </w:pPr>
    </w:p>
    <w:p w:rsidR="00B325FB" w:rsidRPr="006E5B9F" w:rsidRDefault="00B325FB" w:rsidP="002A3386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B325FB" w:rsidRPr="006E5B9F" w:rsidRDefault="00B325FB" w:rsidP="002A3386">
      <w:pPr>
        <w:jc w:val="both"/>
      </w:pPr>
      <w:r w:rsidRPr="006E5B9F">
        <w:t>_________________________________________________________________________________</w:t>
      </w:r>
    </w:p>
    <w:p w:rsidR="00B325FB" w:rsidRPr="006E5B9F" w:rsidRDefault="00B325FB" w:rsidP="002A3386">
      <w:pPr>
        <w:jc w:val="both"/>
      </w:pPr>
      <w:r w:rsidRPr="006E5B9F">
        <w:t>_________________________________________________________________________________</w:t>
      </w:r>
    </w:p>
    <w:p w:rsidR="00B325FB" w:rsidRPr="006E5B9F" w:rsidRDefault="00B325FB" w:rsidP="002A3386">
      <w:pPr>
        <w:jc w:val="both"/>
      </w:pPr>
      <w:r w:rsidRPr="006E5B9F">
        <w:t>_________________________________________________________________________________</w:t>
      </w:r>
    </w:p>
    <w:p w:rsidR="00B325FB" w:rsidRPr="006E5B9F" w:rsidRDefault="00B325FB" w:rsidP="002A3386">
      <w:pPr>
        <w:jc w:val="both"/>
      </w:pPr>
      <w:r w:rsidRPr="006E5B9F">
        <w:t>_________________________________________________________________________________</w:t>
      </w:r>
    </w:p>
    <w:p w:rsidR="00B325FB" w:rsidRPr="006E5B9F" w:rsidRDefault="00B325FB" w:rsidP="002A3386">
      <w:pPr>
        <w:jc w:val="both"/>
      </w:pPr>
      <w:r w:rsidRPr="006E5B9F">
        <w:t>_________________________________________________________________________________</w:t>
      </w:r>
    </w:p>
    <w:p w:rsidR="00B325FB" w:rsidRDefault="00B325FB" w:rsidP="002A3386"/>
    <w:p w:rsidR="00B325FB" w:rsidRPr="006E5B9F" w:rsidRDefault="00B325FB" w:rsidP="002A3386">
      <w:r w:rsidRPr="006E5B9F">
        <w:t>Руководитель ОО: ___________________________________________</w:t>
      </w:r>
    </w:p>
    <w:p w:rsidR="00B325FB" w:rsidRPr="006E5B9F" w:rsidRDefault="00B325FB" w:rsidP="002A3386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B325FB" w:rsidRPr="006E5B9F" w:rsidRDefault="00B325FB" w:rsidP="002A3386">
      <w:pPr>
        <w:jc w:val="both"/>
      </w:pPr>
      <w:r w:rsidRPr="006E5B9F">
        <w:t>Дата «_____» ____________________20 ___г.</w:t>
      </w:r>
    </w:p>
    <w:p w:rsidR="00B325FB" w:rsidRDefault="00B325FB" w:rsidP="002A3386"/>
    <w:p w:rsidR="00B325FB" w:rsidRDefault="00B325FB" w:rsidP="002A3386">
      <w:r>
        <w:t xml:space="preserve">С рекомендациями ознакомлен (а): ___________________________________________________ </w:t>
      </w:r>
    </w:p>
    <w:p w:rsidR="00B325FB" w:rsidRPr="00CC3921" w:rsidRDefault="00B325FB" w:rsidP="002A3386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B325FB" w:rsidRDefault="00B325FB" w:rsidP="002A3386">
      <w:pPr>
        <w:jc w:val="both"/>
        <w:rPr>
          <w:sz w:val="28"/>
          <w:szCs w:val="28"/>
        </w:rPr>
      </w:pPr>
      <w:r>
        <w:t>«____»_______________20___ года</w:t>
      </w:r>
    </w:p>
    <w:p w:rsidR="00B325FB" w:rsidRDefault="00B325FB" w:rsidP="002A3386">
      <w:pPr>
        <w:pStyle w:val="NoSpacing"/>
        <w:rPr>
          <w:sz w:val="20"/>
          <w:szCs w:val="20"/>
        </w:rPr>
      </w:pPr>
    </w:p>
    <w:p w:rsidR="00B325FB" w:rsidRDefault="00B325FB" w:rsidP="002A3386">
      <w:pPr>
        <w:pStyle w:val="NoSpacing"/>
        <w:rPr>
          <w:sz w:val="20"/>
          <w:szCs w:val="20"/>
        </w:rPr>
      </w:pPr>
    </w:p>
    <w:p w:rsidR="00B325FB" w:rsidRPr="0068532A" w:rsidRDefault="00B325FB" w:rsidP="002A3386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B325FB" w:rsidRPr="00384CE6" w:rsidRDefault="00B325FB" w:rsidP="002A3386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B325FB" w:rsidRPr="00384CE6" w:rsidRDefault="00B325FB" w:rsidP="002A3386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B325FB" w:rsidRPr="00516F42" w:rsidRDefault="00B325FB" w:rsidP="002A3386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B325FB" w:rsidRPr="001575F0" w:rsidRDefault="00B325FB" w:rsidP="002A3386">
      <w:pPr>
        <w:rPr>
          <w:sz w:val="16"/>
          <w:szCs w:val="16"/>
        </w:rPr>
      </w:pPr>
    </w:p>
    <w:p w:rsidR="00B325FB" w:rsidRDefault="00B325FB" w:rsidP="002A3386">
      <w:pPr>
        <w:tabs>
          <w:tab w:val="left" w:pos="3090"/>
        </w:tabs>
        <w:rPr>
          <w:sz w:val="20"/>
          <w:szCs w:val="20"/>
        </w:rPr>
      </w:pPr>
    </w:p>
    <w:p w:rsidR="00B325FB" w:rsidRPr="002A3386" w:rsidRDefault="00B325FB" w:rsidP="002A3386">
      <w:pPr>
        <w:tabs>
          <w:tab w:val="left" w:pos="3090"/>
        </w:tabs>
        <w:rPr>
          <w:sz w:val="20"/>
          <w:szCs w:val="20"/>
        </w:rPr>
      </w:pPr>
    </w:p>
    <w:sectPr w:rsidR="00B325FB" w:rsidRPr="002A3386" w:rsidSect="002A3386">
      <w:pgSz w:w="11906" w:h="16838"/>
      <w:pgMar w:top="360" w:right="85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CA0"/>
    <w:rsid w:val="00044D88"/>
    <w:rsid w:val="00047EF8"/>
    <w:rsid w:val="0007046F"/>
    <w:rsid w:val="000A0FC0"/>
    <w:rsid w:val="000A5485"/>
    <w:rsid w:val="000A762F"/>
    <w:rsid w:val="000D1025"/>
    <w:rsid w:val="00106EDD"/>
    <w:rsid w:val="001575F0"/>
    <w:rsid w:val="00166E3F"/>
    <w:rsid w:val="00176948"/>
    <w:rsid w:val="001B0D96"/>
    <w:rsid w:val="001B38DF"/>
    <w:rsid w:val="001E3097"/>
    <w:rsid w:val="00231170"/>
    <w:rsid w:val="002358CE"/>
    <w:rsid w:val="00242520"/>
    <w:rsid w:val="002A3386"/>
    <w:rsid w:val="002F3262"/>
    <w:rsid w:val="00326854"/>
    <w:rsid w:val="0033370D"/>
    <w:rsid w:val="00335D7A"/>
    <w:rsid w:val="00346F17"/>
    <w:rsid w:val="00384CE6"/>
    <w:rsid w:val="003C0277"/>
    <w:rsid w:val="003F7D65"/>
    <w:rsid w:val="004013C2"/>
    <w:rsid w:val="00416888"/>
    <w:rsid w:val="004612AD"/>
    <w:rsid w:val="004A277B"/>
    <w:rsid w:val="004B060C"/>
    <w:rsid w:val="004F33D2"/>
    <w:rsid w:val="005066DB"/>
    <w:rsid w:val="00516F42"/>
    <w:rsid w:val="005240C8"/>
    <w:rsid w:val="0053668D"/>
    <w:rsid w:val="00545774"/>
    <w:rsid w:val="005E39C2"/>
    <w:rsid w:val="005E6BB7"/>
    <w:rsid w:val="00644B6B"/>
    <w:rsid w:val="006824F9"/>
    <w:rsid w:val="0068532A"/>
    <w:rsid w:val="006E5B9F"/>
    <w:rsid w:val="007B12E9"/>
    <w:rsid w:val="007F18DD"/>
    <w:rsid w:val="00854C8D"/>
    <w:rsid w:val="0086502E"/>
    <w:rsid w:val="008F54BF"/>
    <w:rsid w:val="00955781"/>
    <w:rsid w:val="0095622C"/>
    <w:rsid w:val="009A0D2E"/>
    <w:rsid w:val="009B1D12"/>
    <w:rsid w:val="009B37F0"/>
    <w:rsid w:val="009D1811"/>
    <w:rsid w:val="00AA529E"/>
    <w:rsid w:val="00AC455E"/>
    <w:rsid w:val="00AE0147"/>
    <w:rsid w:val="00B325FB"/>
    <w:rsid w:val="00B73B3F"/>
    <w:rsid w:val="00B9059A"/>
    <w:rsid w:val="00BD05DE"/>
    <w:rsid w:val="00BD3256"/>
    <w:rsid w:val="00C4050E"/>
    <w:rsid w:val="00C51817"/>
    <w:rsid w:val="00C641C1"/>
    <w:rsid w:val="00CC3921"/>
    <w:rsid w:val="00CD45EB"/>
    <w:rsid w:val="00CD5E6A"/>
    <w:rsid w:val="00CE1E9D"/>
    <w:rsid w:val="00CE4F6A"/>
    <w:rsid w:val="00CE5A15"/>
    <w:rsid w:val="00CE71B7"/>
    <w:rsid w:val="00CE7C06"/>
    <w:rsid w:val="00D06E51"/>
    <w:rsid w:val="00D255DB"/>
    <w:rsid w:val="00D27036"/>
    <w:rsid w:val="00D7508D"/>
    <w:rsid w:val="00D87D10"/>
    <w:rsid w:val="00D95D62"/>
    <w:rsid w:val="00DA0083"/>
    <w:rsid w:val="00E025F7"/>
    <w:rsid w:val="00E134E7"/>
    <w:rsid w:val="00E41454"/>
    <w:rsid w:val="00E562FE"/>
    <w:rsid w:val="00E817B7"/>
    <w:rsid w:val="00E901C1"/>
    <w:rsid w:val="00EA0CA0"/>
    <w:rsid w:val="00EA4CF8"/>
    <w:rsid w:val="00EB1301"/>
    <w:rsid w:val="00EB4F25"/>
    <w:rsid w:val="00FA7A3B"/>
    <w:rsid w:val="00FC6D0D"/>
    <w:rsid w:val="00FE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A33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1035</Words>
  <Characters>5905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24</cp:revision>
  <cp:lastPrinted>2016-02-16T11:21:00Z</cp:lastPrinted>
  <dcterms:created xsi:type="dcterms:W3CDTF">2016-02-20T08:27:00Z</dcterms:created>
  <dcterms:modified xsi:type="dcterms:W3CDTF">2017-01-24T09:38:00Z</dcterms:modified>
</cp:coreProperties>
</file>